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DE" w:rsidRPr="00F113FA" w:rsidRDefault="00F113FA" w:rsidP="00F113FA">
      <w:pPr>
        <w:jc w:val="center"/>
        <w:rPr>
          <w:rFonts w:ascii="Bodoni MT Black" w:hAnsi="Bodoni MT Black"/>
          <w:sz w:val="56"/>
        </w:rPr>
      </w:pPr>
      <w:bookmarkStart w:id="0" w:name="_GoBack"/>
      <w:proofErr w:type="spellStart"/>
      <w:r>
        <w:rPr>
          <w:rFonts w:ascii="Bodoni MT Black" w:hAnsi="Bodoni MT Black"/>
          <w:sz w:val="56"/>
        </w:rPr>
        <w:t>Fairey</w:t>
      </w:r>
      <w:proofErr w:type="spellEnd"/>
      <w:r>
        <w:rPr>
          <w:rFonts w:ascii="Bodoni MT Black" w:hAnsi="Bodoni MT Black"/>
          <w:sz w:val="56"/>
        </w:rPr>
        <w:t xml:space="preserve"> Inspired Poster</w:t>
      </w:r>
      <w:r w:rsidR="008271B0" w:rsidRPr="00F113FA">
        <w:rPr>
          <w:rFonts w:ascii="Bodoni MT Black" w:hAnsi="Bodoni MT Black"/>
          <w:sz w:val="56"/>
        </w:rPr>
        <w:t xml:space="preserve"> Proposal</w:t>
      </w:r>
    </w:p>
    <w:bookmarkEnd w:id="0"/>
    <w:p w:rsidR="003C5F9F" w:rsidRDefault="008271B0" w:rsidP="003C5F9F">
      <w:pPr>
        <w:pStyle w:val="ListParagraph"/>
        <w:numPr>
          <w:ilvl w:val="0"/>
          <w:numId w:val="1"/>
        </w:numPr>
      </w:pPr>
      <w:r>
        <w:t>Please attach or insert one thumbnail of a sketch of your idea.</w:t>
      </w:r>
    </w:p>
    <w:p w:rsidR="007D5D82" w:rsidRDefault="007D5D82" w:rsidP="007D5D82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2201723" cy="1286424"/>
            <wp:effectExtent l="0" t="0" r="825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4654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77" t="16282" r="7039" b="13851"/>
                    <a:stretch/>
                  </pic:blipFill>
                  <pic:spPr bwMode="auto">
                    <a:xfrm>
                      <a:off x="0" y="0"/>
                      <a:ext cx="2219753" cy="12969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71B0" w:rsidRDefault="008271B0" w:rsidP="008271B0">
      <w:pPr>
        <w:pStyle w:val="ListParagraph"/>
        <w:numPr>
          <w:ilvl w:val="0"/>
          <w:numId w:val="1"/>
        </w:numPr>
      </w:pPr>
      <w:r>
        <w:t>Describe your idea.</w:t>
      </w:r>
    </w:p>
    <w:p w:rsidR="007D5D82" w:rsidRDefault="007D5D82" w:rsidP="007D5D82">
      <w:pPr>
        <w:ind w:left="720" w:firstLine="720"/>
      </w:pPr>
      <w:r>
        <w:t>I really like the idea of cropping a headdress and showing off the contrast in the feathers.</w:t>
      </w:r>
      <w:r w:rsidR="00AE7249">
        <w:t xml:space="preserve">  I want to frame out the work like Shepard </w:t>
      </w:r>
      <w:proofErr w:type="spellStart"/>
      <w:r w:rsidR="00AE7249">
        <w:t>Fairey</w:t>
      </w:r>
      <w:proofErr w:type="spellEnd"/>
      <w:r w:rsidR="00AE7249">
        <w:t xml:space="preserve"> does and simplify the design like in “OBEY”, Andre the Giant.  I am on the fence about adding a face.  I might try and make the words into a face or add a face above the words.</w:t>
      </w:r>
    </w:p>
    <w:p w:rsidR="008271B0" w:rsidRDefault="008271B0" w:rsidP="008271B0">
      <w:pPr>
        <w:pStyle w:val="ListParagraph"/>
        <w:numPr>
          <w:ilvl w:val="0"/>
          <w:numId w:val="1"/>
        </w:numPr>
      </w:pPr>
      <w:r>
        <w:t>What word or words have you chosen?</w:t>
      </w:r>
    </w:p>
    <w:p w:rsidR="007D5D82" w:rsidRDefault="007D5D82" w:rsidP="007D5D82">
      <w:pPr>
        <w:ind w:left="720" w:firstLine="720"/>
      </w:pPr>
      <w:r>
        <w:t>PRIDE or SPIRIT, I am not sure</w:t>
      </w:r>
    </w:p>
    <w:p w:rsidR="008271B0" w:rsidRDefault="00F113FA" w:rsidP="008271B0">
      <w:pPr>
        <w:pStyle w:val="ListParagraph"/>
        <w:numPr>
          <w:ilvl w:val="0"/>
          <w:numId w:val="1"/>
        </w:numPr>
      </w:pPr>
      <w:r>
        <w:t xml:space="preserve">Insert </w:t>
      </w:r>
      <w:r w:rsidR="00AE7249">
        <w:t xml:space="preserve">at least </w:t>
      </w:r>
      <w:r>
        <w:t xml:space="preserve">one piece of art by Shepard </w:t>
      </w:r>
      <w:proofErr w:type="spellStart"/>
      <w:r>
        <w:t>Fairey</w:t>
      </w:r>
      <w:proofErr w:type="spellEnd"/>
      <w:r>
        <w:t xml:space="preserve"> that will be used as your artist reference.</w:t>
      </w:r>
    </w:p>
    <w:p w:rsidR="00AE7249" w:rsidRDefault="00AE7249" w:rsidP="00AE7249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1272007" cy="1996423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27cd6d67865d943ad3640613957de7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276" cy="2020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322680" cy="19840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6d259a66ec2997146d141e1c019da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719" cy="2002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EAC" w:rsidRDefault="00B80EAC" w:rsidP="00AE7249">
      <w:pPr>
        <w:pStyle w:val="ListParagraph"/>
        <w:jc w:val="center"/>
      </w:pPr>
    </w:p>
    <w:p w:rsidR="008271B0" w:rsidRDefault="008271B0" w:rsidP="008271B0">
      <w:pPr>
        <w:pStyle w:val="ListParagraph"/>
        <w:numPr>
          <w:ilvl w:val="0"/>
          <w:numId w:val="1"/>
        </w:numPr>
      </w:pPr>
      <w:r>
        <w:t>Insert any photographs that will be used as reference photos.</w:t>
      </w:r>
    </w:p>
    <w:p w:rsidR="00B80EAC" w:rsidRDefault="00B80EAC" w:rsidP="00B80EAC">
      <w:r>
        <w:rPr>
          <w:noProof/>
        </w:rPr>
        <w:drawing>
          <wp:inline distT="0" distB="0" distL="0" distR="0">
            <wp:extent cx="2247900" cy="20288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7e9b4448112d186150bbbbbebc52a89c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31123" cy="204795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f02eb32a59eafa8894cfc8ccc4472d6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047609" cy="205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0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6E5ACC"/>
    <w:multiLevelType w:val="hybridMultilevel"/>
    <w:tmpl w:val="1D6AF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B0"/>
    <w:rsid w:val="003C5F9F"/>
    <w:rsid w:val="007D5D82"/>
    <w:rsid w:val="008271B0"/>
    <w:rsid w:val="008349DE"/>
    <w:rsid w:val="00AE7249"/>
    <w:rsid w:val="00B80EAC"/>
    <w:rsid w:val="00E8776C"/>
    <w:rsid w:val="00F1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F3601-A96D-43F5-9A13-3FDC272CF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ferenchak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Ferenchak, Caitlin</dc:creator>
  <cp:keywords/>
  <dc:description/>
  <cp:lastModifiedBy>Ferenchak, Caitlin</cp:lastModifiedBy>
  <cp:revision>2</cp:revision>
  <dcterms:created xsi:type="dcterms:W3CDTF">2015-10-07T20:48:00Z</dcterms:created>
  <dcterms:modified xsi:type="dcterms:W3CDTF">2015-10-07T20:48:00Z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